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AF36FD" w14:textId="108FD275" w:rsidR="002852D5" w:rsidRPr="002852D5" w:rsidRDefault="002852D5" w:rsidP="00640A3B">
      <w:pPr>
        <w:pStyle w:val="NoSpacing"/>
        <w:jc w:val="both"/>
        <w:rPr>
          <w:rFonts w:ascii="Gill Sans" w:hAnsi="Gill Sans" w:cs="Gill Sans"/>
        </w:rPr>
      </w:pPr>
      <w:r w:rsidRPr="002852D5">
        <w:rPr>
          <w:rFonts w:ascii="Gill Sans" w:hAnsi="Gill Sans" w:cs="Gill Sans"/>
        </w:rPr>
        <w:t>NOME:</w:t>
      </w:r>
      <w:r>
        <w:rPr>
          <w:rFonts w:ascii="Gill Sans" w:hAnsi="Gill Sans" w:cs="Gill Sans"/>
        </w:rPr>
        <w:tab/>
      </w:r>
      <w:r>
        <w:rPr>
          <w:rFonts w:ascii="Gill Sans" w:hAnsi="Gill Sans" w:cs="Gill Sans"/>
        </w:rPr>
        <w:tab/>
      </w:r>
      <w:r>
        <w:rPr>
          <w:rFonts w:ascii="Gill Sans" w:hAnsi="Gill Sans" w:cs="Gill Sans"/>
        </w:rPr>
        <w:tab/>
      </w:r>
      <w:r>
        <w:rPr>
          <w:rFonts w:ascii="Gill Sans" w:hAnsi="Gill Sans" w:cs="Gill Sans"/>
        </w:rPr>
        <w:tab/>
      </w:r>
      <w:r>
        <w:rPr>
          <w:rFonts w:ascii="Gill Sans" w:hAnsi="Gill Sans" w:cs="Gill Sans"/>
        </w:rPr>
        <w:tab/>
      </w:r>
      <w:r>
        <w:rPr>
          <w:rFonts w:ascii="Gill Sans" w:hAnsi="Gill Sans" w:cs="Gill Sans"/>
        </w:rPr>
        <w:tab/>
      </w:r>
      <w:r>
        <w:rPr>
          <w:rFonts w:ascii="Gill Sans" w:hAnsi="Gill Sans" w:cs="Gill Sans"/>
        </w:rPr>
        <w:tab/>
      </w:r>
      <w:r>
        <w:rPr>
          <w:rFonts w:ascii="Gill Sans" w:hAnsi="Gill Sans" w:cs="Gill Sans"/>
        </w:rPr>
        <w:tab/>
      </w:r>
      <w:r>
        <w:rPr>
          <w:rFonts w:ascii="Gill Sans" w:hAnsi="Gill Sans" w:cs="Gill Sans"/>
        </w:rPr>
        <w:tab/>
        <w:t xml:space="preserve">    </w:t>
      </w:r>
      <w:r w:rsidRPr="002852D5">
        <w:rPr>
          <w:rFonts w:ascii="Gill Sans" w:hAnsi="Gill Sans" w:cs="Gill Sans"/>
        </w:rPr>
        <w:t>MÊS</w:t>
      </w:r>
      <w:r>
        <w:rPr>
          <w:rFonts w:ascii="Gill Sans" w:hAnsi="Gill Sans" w:cs="Gill Sans"/>
        </w:rPr>
        <w:t>:</w:t>
      </w:r>
    </w:p>
    <w:p w14:paraId="5A3FA333" w14:textId="77777777" w:rsidR="002852D5" w:rsidRDefault="002852D5" w:rsidP="00640A3B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p w14:paraId="6FC29200" w14:textId="77777777" w:rsidR="002852D5" w:rsidRDefault="002852D5" w:rsidP="00640A3B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tbl>
      <w:tblPr>
        <w:tblStyle w:val="TableGrid"/>
        <w:tblW w:w="9072" w:type="dxa"/>
        <w:tblInd w:w="108" w:type="dxa"/>
        <w:tblLook w:val="04A0" w:firstRow="1" w:lastRow="0" w:firstColumn="1" w:lastColumn="0" w:noHBand="0" w:noVBand="1"/>
      </w:tblPr>
      <w:tblGrid>
        <w:gridCol w:w="772"/>
        <w:gridCol w:w="2148"/>
        <w:gridCol w:w="1536"/>
        <w:gridCol w:w="1353"/>
        <w:gridCol w:w="875"/>
        <w:gridCol w:w="915"/>
        <w:gridCol w:w="1473"/>
      </w:tblGrid>
      <w:tr w:rsidR="002852D5" w14:paraId="42974B3D" w14:textId="77777777" w:rsidTr="002852D5">
        <w:trPr>
          <w:trHeight w:val="510"/>
          <w:tblHeader/>
        </w:trPr>
        <w:tc>
          <w:tcPr>
            <w:tcW w:w="772" w:type="dxa"/>
            <w:shd w:val="clear" w:color="auto" w:fill="4F81BD" w:themeFill="accent1"/>
            <w:vAlign w:val="center"/>
          </w:tcPr>
          <w:p w14:paraId="64F52629" w14:textId="6F0B7D4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2852D5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DATA</w:t>
            </w:r>
          </w:p>
        </w:tc>
        <w:tc>
          <w:tcPr>
            <w:tcW w:w="2148" w:type="dxa"/>
            <w:shd w:val="clear" w:color="auto" w:fill="4F81BD" w:themeFill="accent1"/>
            <w:vAlign w:val="center"/>
          </w:tcPr>
          <w:p w14:paraId="2BC5CEFC" w14:textId="68178654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2852D5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DESCRIÇÃO DO ITEM</w:t>
            </w:r>
          </w:p>
        </w:tc>
        <w:tc>
          <w:tcPr>
            <w:tcW w:w="1536" w:type="dxa"/>
            <w:shd w:val="clear" w:color="auto" w:fill="4F81BD" w:themeFill="accent1"/>
            <w:vAlign w:val="center"/>
          </w:tcPr>
          <w:p w14:paraId="5EA25616" w14:textId="510D04CD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2852D5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QUANTIDADE</w:t>
            </w:r>
          </w:p>
        </w:tc>
        <w:tc>
          <w:tcPr>
            <w:tcW w:w="1353" w:type="dxa"/>
            <w:shd w:val="clear" w:color="auto" w:fill="4F81BD" w:themeFill="accent1"/>
            <w:vAlign w:val="center"/>
          </w:tcPr>
          <w:p w14:paraId="14CD8135" w14:textId="2DE18FEF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2852D5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FINALIDADE</w:t>
            </w:r>
          </w:p>
        </w:tc>
        <w:tc>
          <w:tcPr>
            <w:tcW w:w="875" w:type="dxa"/>
            <w:shd w:val="clear" w:color="auto" w:fill="4F81BD" w:themeFill="accent1"/>
            <w:vAlign w:val="center"/>
          </w:tcPr>
          <w:p w14:paraId="2AE2815B" w14:textId="6F07BF1B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2852D5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VALOR</w:t>
            </w:r>
          </w:p>
        </w:tc>
        <w:tc>
          <w:tcPr>
            <w:tcW w:w="915" w:type="dxa"/>
            <w:shd w:val="clear" w:color="auto" w:fill="4F81BD" w:themeFill="accent1"/>
            <w:vAlign w:val="center"/>
          </w:tcPr>
          <w:p w14:paraId="4E895540" w14:textId="5AE2BD15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2852D5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GRUPO</w:t>
            </w:r>
          </w:p>
        </w:tc>
        <w:tc>
          <w:tcPr>
            <w:tcW w:w="1473" w:type="dxa"/>
            <w:shd w:val="clear" w:color="auto" w:fill="4F81BD" w:themeFill="accent1"/>
            <w:vAlign w:val="center"/>
          </w:tcPr>
          <w:p w14:paraId="05986640" w14:textId="4F878118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</w:pPr>
            <w:r w:rsidRPr="002852D5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OBSERVAÇÕES</w:t>
            </w:r>
          </w:p>
        </w:tc>
      </w:tr>
      <w:tr w:rsidR="002852D5" w14:paraId="3F6EEDCB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412E4085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266E1498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6818E2BC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1DBF2622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4926A60A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6ABCB69B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64B64481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70E4E57C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1DA551ED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6A44A805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66EEA720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6C8E5243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2AF6B3CD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555C82D5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59140A88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0C7BAEAE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1844BD56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20204650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11363C23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68ADD2B8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6F79CC09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2E956464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34391231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4F6ADB9D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7FE90A9F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2A49658E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5CC9D2B9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45A5F0C1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0A11E506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6B8BC08A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6B665229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4D6F84A2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51780574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047610CE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406F6443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0C662560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45B48ED8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3AD8CC6F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2A27A19B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6F493515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4A402613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1A017DF9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464A6F7B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30A39A1A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0F5B97D0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47DBBB29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53A8015D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3BF3C847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668660D6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4C3DD579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7B3353BA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7B1FFF6D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1596F85A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5BC262FE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4B5CA35B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0D153108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12572D0E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35681CB9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7622A63E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2A508BD7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6F117F8F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0D578398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71600E65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2E6943B7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0106A899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777E9AE5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4F092E90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2E4C3AEE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3D7D9686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16047942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44ACA601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24F99FBB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175784AC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13896F03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1A74863B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034E4B7F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6DB2F43E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0550D5B5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09232972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50A5842D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17718DF2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7A5F3B8D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327C8ABB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6EE3012C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15B0DBA4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3CE6D05C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7DD43295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3A141955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78CC8A89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59EBA1F4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3FB0F4F8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02B29415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17E78FC5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29833D81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2ADB4C8A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181BE49B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301CAB7F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56EBE3E7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3292FAAC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4BA76596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6FF101CF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0BDF45A2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0F7F0CD4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2E0B1C65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011DBBA5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6CB4584B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5DAC2DA8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31606784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5A6FF27E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13B6A6D0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612A47A3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1D95123D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7B4D22E8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594124C7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332CC1EE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5718A6EB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67C86EF1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0F551122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4D7F0950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3DDB6CC8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7AE96F45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685EA459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11D3D4F5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069D80B1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635EB6ED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439C9DE1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6A619D46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2C77274C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25E91325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799027CA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2A5356D0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5A3628BA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6AC54621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2D2042AC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49AA7C80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1DF297CE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722B5E8E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04D76686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5684DCC0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421582D3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4E48A0A8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53483C39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153B45D4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23B3000E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7EB67FBE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3A4F87EC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181E31CB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5968F00B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29CDB1C9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532A330D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14F55B0F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6891819A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2515D601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51BFB1B0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42109829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11AA33F7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499840C1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70F90487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1C2F95C6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296D5CB1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3125E563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15DDC4C9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77D300DF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74D57181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3B7063DD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61B3F4D1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4FC3E678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39AA2B94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6389B6A2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353057DE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1AA7B286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2E786E1C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5D25012F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6FAB602F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1C95CB6F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6E95B052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5056A6D4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274AF998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02560940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39AD853D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50DD3659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517AE639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72DEF624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3F6B373E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7F9A33B2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59BE21E2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6E26BC6E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5F17C64A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2E1EE850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72C32053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42BBF322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23A10DB4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0F3321D7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37A5E031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71967C48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352AD71C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478B17E0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3E1FC9E3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6490D750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667B80FF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74976C9B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702E7BAE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424BA857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6B85DB42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09396206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79723B25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2E53F8C6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3428BAE6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21381410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7F6662C1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15E7881E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6E5DA011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18D29CB9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62D31216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5669CEA0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04C837A2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0CE7EF14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38CB7DCD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71A5E967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04F7FCA6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38A412E5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0975A393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011103B7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16B0BE3E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1A5E849F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37128953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5D2B0C84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578C1C36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352331EA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223E9FDF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5787FAE3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096379C8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38886BE0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649F4B43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4E172FD7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6A933786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2CC60984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4467CDC4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5D4DB69C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4C60BA11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0F29E0C1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54A00B3D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1ADC116B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07950766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7B497924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4CB956E9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7D47F3CB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5C6D99B2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403261C8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67DDFA4A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49D7D168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77896B87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6DEF17B2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086CF909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579A7B00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41E69250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1A87A147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6042F2FD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0370B7B8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1644BF39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6668BC14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5B044B51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4ECA4C86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06BE6F48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7F754623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5110A0EE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05FA99D0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79EB81BF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5ADD7DA3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7E29BCCA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223C84C6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29B247BB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4042E5A0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616FEF4F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1E3C8EC8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143E4369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33ACC1D3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05949BB7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312669B6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  <w:tr w:rsidR="002852D5" w14:paraId="580B82F4" w14:textId="77777777" w:rsidTr="002852D5">
        <w:trPr>
          <w:trHeight w:val="510"/>
        </w:trPr>
        <w:tc>
          <w:tcPr>
            <w:tcW w:w="772" w:type="dxa"/>
            <w:shd w:val="clear" w:color="auto" w:fill="auto"/>
            <w:vAlign w:val="center"/>
          </w:tcPr>
          <w:p w14:paraId="2B1091E7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35BA0789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3CBFEA96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14:paraId="299751D6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2D2B5450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724E452B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14:paraId="3FC08718" w14:textId="77777777" w:rsidR="002852D5" w:rsidRPr="002852D5" w:rsidRDefault="002852D5" w:rsidP="00700875">
            <w:pPr>
              <w:pStyle w:val="NoSpacing"/>
              <w:jc w:val="center"/>
              <w:rPr>
                <w:rFonts w:ascii="Gill Sans" w:hAnsi="Gill Sans" w:cs="Gill Sans"/>
                <w:b/>
                <w:sz w:val="18"/>
                <w:szCs w:val="18"/>
              </w:rPr>
            </w:pPr>
          </w:p>
        </w:tc>
      </w:tr>
    </w:tbl>
    <w:p w14:paraId="3307E875" w14:textId="77777777" w:rsidR="002852D5" w:rsidRDefault="002852D5" w:rsidP="003A4F99">
      <w:pPr>
        <w:spacing w:after="0" w:line="240" w:lineRule="auto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</w:p>
    <w:p w14:paraId="32E21F6B" w14:textId="77777777" w:rsidR="00140EC9" w:rsidRDefault="00140EC9" w:rsidP="00140EC9">
      <w:pPr>
        <w:spacing w:after="0" w:line="240" w:lineRule="auto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</w:p>
    <w:p w14:paraId="4046EF54" w14:textId="77777777" w:rsidR="00140EC9" w:rsidRDefault="00140EC9" w:rsidP="00140EC9">
      <w:pPr>
        <w:pStyle w:val="NoSpacing"/>
        <w:jc w:val="both"/>
        <w:rPr>
          <w:rFonts w:ascii="Gill Sans" w:hAnsi="Gill Sans" w:cs="Gill Sans"/>
          <w:sz w:val="14"/>
          <w:szCs w:val="14"/>
        </w:rPr>
      </w:pPr>
      <w:bookmarkStart w:id="0" w:name="_GoBack"/>
      <w:bookmarkEnd w:id="0"/>
    </w:p>
    <w:p w14:paraId="7C58435A" w14:textId="77777777" w:rsidR="00140EC9" w:rsidRPr="00A025A1" w:rsidRDefault="00140EC9" w:rsidP="00140EC9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000000"/>
          <w:right w:val="single" w:sz="6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140EC9" w:rsidRPr="00481F48" w14:paraId="24E9BCC6" w14:textId="77777777" w:rsidTr="00140EC9">
        <w:trPr>
          <w:trHeight w:val="1247"/>
        </w:trPr>
        <w:tc>
          <w:tcPr>
            <w:tcW w:w="453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C09E7A" w14:textId="77777777" w:rsidR="00140EC9" w:rsidRPr="00481F48" w:rsidRDefault="00140EC9" w:rsidP="006516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" w:eastAsiaTheme="minorHAnsi" w:hAnsi="GillSans" w:cs="Times New Roman"/>
                <w:sz w:val="24"/>
                <w:szCs w:val="24"/>
                <w:lang w:val="en-US" w:eastAsia="en-US"/>
              </w:rPr>
            </w:pPr>
            <w:r w:rsidRPr="00481F48"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>Ass. Supervisor</w:t>
            </w:r>
          </w:p>
        </w:tc>
        <w:tc>
          <w:tcPr>
            <w:tcW w:w="4536" w:type="dxa"/>
          </w:tcPr>
          <w:p w14:paraId="008C641F" w14:textId="77777777" w:rsidR="00140EC9" w:rsidRPr="00481F48" w:rsidRDefault="00140EC9" w:rsidP="006516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</w:pPr>
            <w:r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 xml:space="preserve">Ass. </w:t>
            </w:r>
            <w:proofErr w:type="spellStart"/>
            <w:r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>Coordenador</w:t>
            </w:r>
            <w:proofErr w:type="spellEnd"/>
          </w:p>
        </w:tc>
      </w:tr>
    </w:tbl>
    <w:p w14:paraId="778E7F3E" w14:textId="77777777" w:rsidR="002852D5" w:rsidRDefault="002852D5" w:rsidP="003A4F99">
      <w:pPr>
        <w:spacing w:after="0" w:line="240" w:lineRule="auto"/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</w:p>
    <w:sectPr w:rsidR="002852D5" w:rsidSect="00CA759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3686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ACA158" w14:textId="77777777" w:rsidR="001E3C26" w:rsidRDefault="001E3C26" w:rsidP="006B5B8A">
      <w:pPr>
        <w:spacing w:after="0" w:line="240" w:lineRule="auto"/>
      </w:pPr>
      <w:r>
        <w:separator/>
      </w:r>
    </w:p>
  </w:endnote>
  <w:endnote w:type="continuationSeparator" w:id="0">
    <w:p w14:paraId="5E84913A" w14:textId="77777777" w:rsidR="001E3C26" w:rsidRDefault="001E3C26" w:rsidP="006B5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GillSans">
    <w:altName w:val="Gill San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0521BC" w14:textId="77777777" w:rsidR="001C0B20" w:rsidRDefault="001C0B20" w:rsidP="005C0AD6">
    <w:pPr>
      <w:pStyle w:val="Footer"/>
      <w:jc w:val="center"/>
    </w:pPr>
    <w:r>
      <w:rPr>
        <w:noProof/>
        <w:lang w:val="en-US"/>
      </w:rPr>
      <w:drawing>
        <wp:anchor distT="0" distB="0" distL="114300" distR="114300" simplePos="0" relativeHeight="251668480" behindDoc="0" locked="0" layoutInCell="1" allowOverlap="1" wp14:anchorId="3C1E8A7A" wp14:editId="7AB34DE6">
          <wp:simplePos x="0" y="0"/>
          <wp:positionH relativeFrom="column">
            <wp:posOffset>0</wp:posOffset>
          </wp:positionH>
          <wp:positionV relativeFrom="paragraph">
            <wp:posOffset>2540</wp:posOffset>
          </wp:positionV>
          <wp:extent cx="7560000" cy="630972"/>
          <wp:effectExtent l="0" t="0" r="0" b="444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6309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EF18AF" w14:textId="77777777" w:rsidR="001C0B20" w:rsidRDefault="001C0B20">
    <w:pPr>
      <w:pStyle w:val="Footer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6B3FCA7F" wp14:editId="09486BD7">
          <wp:simplePos x="0" y="0"/>
          <wp:positionH relativeFrom="column">
            <wp:posOffset>-900430</wp:posOffset>
          </wp:positionH>
          <wp:positionV relativeFrom="paragraph">
            <wp:posOffset>-15875</wp:posOffset>
          </wp:positionV>
          <wp:extent cx="7559040" cy="630555"/>
          <wp:effectExtent l="0" t="0" r="10160" b="4445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AD0087" w14:textId="77777777" w:rsidR="001E3C26" w:rsidRDefault="001E3C26" w:rsidP="006B5B8A">
      <w:pPr>
        <w:spacing w:after="0" w:line="240" w:lineRule="auto"/>
      </w:pPr>
      <w:r>
        <w:separator/>
      </w:r>
    </w:p>
  </w:footnote>
  <w:footnote w:type="continuationSeparator" w:id="0">
    <w:p w14:paraId="5E1469E3" w14:textId="77777777" w:rsidR="001E3C26" w:rsidRDefault="001E3C26" w:rsidP="006B5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6D2017" w14:textId="617EA5E6" w:rsidR="001C0B20" w:rsidRDefault="00E67C7F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2AF42B1" wp14:editId="5C4C9FF5">
              <wp:simplePos x="0" y="0"/>
              <wp:positionH relativeFrom="column">
                <wp:posOffset>2305050</wp:posOffset>
              </wp:positionH>
              <wp:positionV relativeFrom="paragraph">
                <wp:posOffset>1090930</wp:posOffset>
              </wp:positionV>
              <wp:extent cx="3422650" cy="342900"/>
              <wp:effectExtent l="0" t="0" r="0" b="1270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265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1E8B062" w14:textId="02A164C8" w:rsidR="00E67C7F" w:rsidRPr="00E67C7F" w:rsidRDefault="00E67C7F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9" o:spid="_x0000_s1026" type="#_x0000_t202" style="position:absolute;margin-left:181.5pt;margin-top:85.9pt;width:269.5pt;height:27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" filled="f" stroked="f">
              <v:textbox>
                <w:txbxContent>
                  <w:p w14:paraId="61E8B062" w14:textId="02A164C8" w:rsidR="00E67C7F" w:rsidRPr="00E67C7F" w:rsidRDefault="00E67C7F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71552" behindDoc="0" locked="0" layoutInCell="1" allowOverlap="1" wp14:anchorId="53E419C1" wp14:editId="2CE83846">
          <wp:simplePos x="0" y="0"/>
          <wp:positionH relativeFrom="column">
            <wp:posOffset>-838200</wp:posOffset>
          </wp:positionH>
          <wp:positionV relativeFrom="paragraph">
            <wp:posOffset>-509270</wp:posOffset>
          </wp:positionV>
          <wp:extent cx="7559675" cy="2160905"/>
          <wp:effectExtent l="0" t="0" r="952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5.1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2160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52D5"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2C41C46" wp14:editId="19589388">
              <wp:simplePos x="0" y="0"/>
              <wp:positionH relativeFrom="column">
                <wp:posOffset>2305050</wp:posOffset>
              </wp:positionH>
              <wp:positionV relativeFrom="paragraph">
                <wp:posOffset>1090930</wp:posOffset>
              </wp:positionV>
              <wp:extent cx="3282950" cy="342900"/>
              <wp:effectExtent l="0" t="0" r="0" b="1270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8295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272889" w14:textId="76208B17" w:rsidR="002852D5" w:rsidRPr="002852D5" w:rsidRDefault="002852D5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8" o:spid="_x0000_s1026" type="#_x0000_t202" style="position:absolute;margin-left:181.5pt;margin-top:85.9pt;width:258.5pt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" filled="f" stroked="f">
              <v:textbox>
                <w:txbxContent>
                  <w:p w14:paraId="34272889" w14:textId="76208B17" w:rsidR="002852D5" w:rsidRPr="002852D5" w:rsidRDefault="002852D5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026CC3" w14:textId="77777777" w:rsidR="001C0B20" w:rsidRDefault="001C0B20" w:rsidP="0057649C">
    <w:pPr>
      <w:pStyle w:val="Header"/>
      <w:tabs>
        <w:tab w:val="clear" w:pos="4252"/>
        <w:tab w:val="clear" w:pos="8504"/>
        <w:tab w:val="left" w:pos="944"/>
      </w:tabs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BC059C1" wp14:editId="2D401BDA">
              <wp:simplePos x="0" y="0"/>
              <wp:positionH relativeFrom="column">
                <wp:posOffset>2025650</wp:posOffset>
              </wp:positionH>
              <wp:positionV relativeFrom="paragraph">
                <wp:posOffset>1090930</wp:posOffset>
              </wp:positionV>
              <wp:extent cx="3562350" cy="342900"/>
              <wp:effectExtent l="0" t="0" r="0" b="1270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235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A3D8E1C" w14:textId="77777777" w:rsidR="001C0B20" w:rsidRPr="00B374F3" w:rsidRDefault="001C0B20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4" o:spid="_x0000_s1030" type="#_x0000_t202" style="position:absolute;margin-left:159.5pt;margin-top:85.9pt;width:280.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" filled="f" stroked="f">
              <v:textbox>
                <w:txbxContent>
                  <w:p w:rsidR="001C0B20" w:rsidRPr="00B374F3" w:rsidRDefault="001C0B20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0F7952C4" wp14:editId="3C68D124">
          <wp:simplePos x="0" y="0"/>
          <wp:positionH relativeFrom="column">
            <wp:posOffset>-900430</wp:posOffset>
          </wp:positionH>
          <wp:positionV relativeFrom="paragraph">
            <wp:posOffset>-509270</wp:posOffset>
          </wp:positionV>
          <wp:extent cx="7559675" cy="2157730"/>
          <wp:effectExtent l="0" t="0" r="9525" b="127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5.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2157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C2C24CD" wp14:editId="648C9454">
              <wp:simplePos x="0" y="0"/>
              <wp:positionH relativeFrom="column">
                <wp:posOffset>2308225</wp:posOffset>
              </wp:positionH>
              <wp:positionV relativeFrom="paragraph">
                <wp:posOffset>1115907</wp:posOffset>
              </wp:positionV>
              <wp:extent cx="3225588" cy="338667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25588" cy="33866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5857E4" w14:textId="77777777" w:rsidR="001C0B20" w:rsidRPr="00E07928" w:rsidRDefault="001C0B20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6" o:spid="_x0000_s1031" type="#_x0000_t202" style="position:absolute;margin-left:181.75pt;margin-top:87.85pt;width:254pt;height:26.6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" filled="f" stroked="f">
              <v:textbox>
                <w:txbxContent>
                  <w:p w:rsidR="001C0B20" w:rsidRPr="00E07928" w:rsidRDefault="001C0B20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0233BC7" wp14:editId="62B8EBED">
              <wp:simplePos x="0" y="0"/>
              <wp:positionH relativeFrom="column">
                <wp:posOffset>2291080</wp:posOffset>
              </wp:positionH>
              <wp:positionV relativeFrom="paragraph">
                <wp:posOffset>1107652</wp:posOffset>
              </wp:positionV>
              <wp:extent cx="3208867" cy="313266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08867" cy="31326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1C6CC7" w14:textId="77777777" w:rsidR="001C0B20" w:rsidRPr="00784603" w:rsidRDefault="001C0B20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2" o:spid="_x0000_s1032" type="#_x0000_t202" style="position:absolute;margin-left:180.4pt;margin-top:87.2pt;width:252.65pt;height:24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" filled="f" stroked="f">
              <v:textbox>
                <w:txbxContent>
                  <w:p w:rsidR="001C0B20" w:rsidRPr="00784603" w:rsidRDefault="001C0B20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740A4"/>
    <w:multiLevelType w:val="hybridMultilevel"/>
    <w:tmpl w:val="35FA2E64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C26"/>
    <w:rsid w:val="0005165C"/>
    <w:rsid w:val="00090DE7"/>
    <w:rsid w:val="00097E8E"/>
    <w:rsid w:val="00105B5B"/>
    <w:rsid w:val="00123769"/>
    <w:rsid w:val="00140EC9"/>
    <w:rsid w:val="001657D8"/>
    <w:rsid w:val="001C0B20"/>
    <w:rsid w:val="001E3C26"/>
    <w:rsid w:val="00220EB4"/>
    <w:rsid w:val="002344B2"/>
    <w:rsid w:val="002619F6"/>
    <w:rsid w:val="002627D2"/>
    <w:rsid w:val="002658E4"/>
    <w:rsid w:val="002852D5"/>
    <w:rsid w:val="002D08F8"/>
    <w:rsid w:val="00371785"/>
    <w:rsid w:val="00377A20"/>
    <w:rsid w:val="003A4F99"/>
    <w:rsid w:val="004636A1"/>
    <w:rsid w:val="0047565A"/>
    <w:rsid w:val="004C6244"/>
    <w:rsid w:val="00552C31"/>
    <w:rsid w:val="0057026B"/>
    <w:rsid w:val="0057649C"/>
    <w:rsid w:val="005847C6"/>
    <w:rsid w:val="005C0AD6"/>
    <w:rsid w:val="005F434A"/>
    <w:rsid w:val="006038B9"/>
    <w:rsid w:val="00604B7C"/>
    <w:rsid w:val="00640A3B"/>
    <w:rsid w:val="00686023"/>
    <w:rsid w:val="006B5B8A"/>
    <w:rsid w:val="006D4F8E"/>
    <w:rsid w:val="006F16C2"/>
    <w:rsid w:val="006F504E"/>
    <w:rsid w:val="006F7634"/>
    <w:rsid w:val="00721A5E"/>
    <w:rsid w:val="007331C1"/>
    <w:rsid w:val="00742D96"/>
    <w:rsid w:val="00784603"/>
    <w:rsid w:val="00834D53"/>
    <w:rsid w:val="00835AD8"/>
    <w:rsid w:val="00850DFA"/>
    <w:rsid w:val="008E7A07"/>
    <w:rsid w:val="008F019A"/>
    <w:rsid w:val="00911844"/>
    <w:rsid w:val="00921C62"/>
    <w:rsid w:val="00966E9E"/>
    <w:rsid w:val="009D0F90"/>
    <w:rsid w:val="009D4225"/>
    <w:rsid w:val="009F2A7D"/>
    <w:rsid w:val="00A025A1"/>
    <w:rsid w:val="00A56EB6"/>
    <w:rsid w:val="00A6647D"/>
    <w:rsid w:val="00AF102C"/>
    <w:rsid w:val="00B374F3"/>
    <w:rsid w:val="00B43E8C"/>
    <w:rsid w:val="00B832D1"/>
    <w:rsid w:val="00BA6823"/>
    <w:rsid w:val="00BA768D"/>
    <w:rsid w:val="00C35BC1"/>
    <w:rsid w:val="00C76FD7"/>
    <w:rsid w:val="00CA7596"/>
    <w:rsid w:val="00CD7030"/>
    <w:rsid w:val="00D52FEA"/>
    <w:rsid w:val="00D82B2D"/>
    <w:rsid w:val="00D9232E"/>
    <w:rsid w:val="00DF6470"/>
    <w:rsid w:val="00E07928"/>
    <w:rsid w:val="00E10AC7"/>
    <w:rsid w:val="00E216DA"/>
    <w:rsid w:val="00E27353"/>
    <w:rsid w:val="00E67C7F"/>
    <w:rsid w:val="00EC7DCA"/>
    <w:rsid w:val="00F05231"/>
    <w:rsid w:val="00F42115"/>
    <w:rsid w:val="00F84D7C"/>
    <w:rsid w:val="00FA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D9F8E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40EC9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E0792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40EC9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E0792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SHD:Users:imacg5:Documents:%20Trabalhos%20Pedro:FUNDAC&#807;A&#771;O%20CALOUSTE%20GULBENKIAN:ABC_2:GABC_Dossier%20de%20Grupo:Paginac&#807;a&#771;o:5_REGISTO%20E%20AVALIAC&#807;A&#771;O:5_DOC_5.7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E47E4D-20AA-E248-AB70-72DB2E752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5_DOC_5.7.dotx</Template>
  <TotalTime>24</TotalTime>
  <Pages>2</Pages>
  <Words>62</Words>
  <Characters>360</Characters>
  <Application>Microsoft Macintosh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Pedro Gonçalves</dc:creator>
  <cp:lastModifiedBy>Pedro Gonçalves</cp:lastModifiedBy>
  <cp:revision>5</cp:revision>
  <cp:lastPrinted>2018-05-03T13:55:00Z</cp:lastPrinted>
  <dcterms:created xsi:type="dcterms:W3CDTF">2018-05-03T13:57:00Z</dcterms:created>
  <dcterms:modified xsi:type="dcterms:W3CDTF">2018-05-07T14:44:00Z</dcterms:modified>
</cp:coreProperties>
</file>